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Default="00072DA3">
      <w:pPr>
        <w:pStyle w:val="Textkrper"/>
        <w:rPr>
          <w:rFonts w:ascii="Times New Roman"/>
          <w:sz w:val="20"/>
        </w:rPr>
      </w:pPr>
    </w:p>
    <w:p w:rsidR="00072DA3" w:rsidRPr="00FB1DB4" w:rsidRDefault="00FB1DB4">
      <w:pPr>
        <w:spacing w:before="244" w:line="300" w:lineRule="exact"/>
        <w:ind w:left="201"/>
        <w:rPr>
          <w:sz w:val="28"/>
        </w:rPr>
      </w:pPr>
      <w:bookmarkStart w:id="0" w:name="_GoBack"/>
      <w:r w:rsidRPr="00FB1DB4">
        <w:rPr>
          <w:color w:val="706F6F"/>
          <w:sz w:val="28"/>
        </w:rPr>
        <w:t>VERANSTALTUNGSREIHE</w:t>
      </w:r>
      <w:bookmarkEnd w:id="0"/>
      <w:r w:rsidRPr="00FB1DB4">
        <w:rPr>
          <w:color w:val="706F6F"/>
          <w:sz w:val="28"/>
        </w:rPr>
        <w:t xml:space="preserve"> </w:t>
      </w:r>
    </w:p>
    <w:p w:rsidR="00072DA3" w:rsidRDefault="00FB1DB4">
      <w:pPr>
        <w:spacing w:line="1380" w:lineRule="exact"/>
        <w:ind w:left="115"/>
        <w:rPr>
          <w:rFonts w:ascii="Calibri"/>
          <w:sz w:val="116"/>
        </w:rPr>
      </w:pPr>
      <w:proofErr w:type="spellStart"/>
      <w:r>
        <w:rPr>
          <w:rFonts w:ascii="Calibri"/>
          <w:sz w:val="116"/>
        </w:rPr>
        <w:t>Lorem</w:t>
      </w:r>
      <w:proofErr w:type="spellEnd"/>
      <w:r>
        <w:rPr>
          <w:rFonts w:ascii="Calibri"/>
          <w:sz w:val="116"/>
        </w:rPr>
        <w:t xml:space="preserve"> </w:t>
      </w:r>
      <w:proofErr w:type="spellStart"/>
      <w:r>
        <w:rPr>
          <w:rFonts w:ascii="Calibri"/>
          <w:sz w:val="116"/>
        </w:rPr>
        <w:t>Ipsus</w:t>
      </w:r>
      <w:proofErr w:type="spellEnd"/>
    </w:p>
    <w:p w:rsidR="00072DA3" w:rsidRDefault="00FB1DB4">
      <w:pPr>
        <w:pStyle w:val="berschrift1"/>
        <w:spacing w:before="5"/>
      </w:pPr>
      <w:r>
        <w:t xml:space="preserve">»Kinder (und Jugendliche)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consetetur</w:t>
      </w:r>
      <w:proofErr w:type="spellEnd"/>
      <w:r>
        <w:t>«</w:t>
      </w:r>
    </w:p>
    <w:p w:rsidR="00072DA3" w:rsidRDefault="00FB1DB4">
      <w:pPr>
        <w:spacing w:line="480" w:lineRule="exact"/>
        <w:ind w:left="117"/>
        <w:rPr>
          <w:sz w:val="40"/>
        </w:rPr>
      </w:pPr>
      <w:r>
        <w:rPr>
          <w:sz w:val="40"/>
        </w:rPr>
        <w:t>Mittwoch, 22. November 2018</w:t>
      </w:r>
    </w:p>
    <w:p w:rsidR="00072DA3" w:rsidRDefault="00FB1DB4">
      <w:pPr>
        <w:spacing w:line="484" w:lineRule="exact"/>
        <w:ind w:left="117"/>
        <w:rPr>
          <w:sz w:val="40"/>
        </w:rPr>
      </w:pPr>
      <w:r>
        <w:rPr>
          <w:sz w:val="40"/>
        </w:rPr>
        <w:t>von 9.00 bis 16.30 Uhr</w:t>
      </w:r>
    </w:p>
    <w:p w:rsidR="00072DA3" w:rsidRDefault="00FB1DB4">
      <w:pPr>
        <w:pStyle w:val="Textkrper"/>
        <w:spacing w:before="243" w:line="220" w:lineRule="auto"/>
        <w:ind w:left="133" w:right="33"/>
      </w:pPr>
      <w:r>
        <w:rPr>
          <w:color w:val="706F6F"/>
        </w:rPr>
        <w:t xml:space="preserve">Wir bitten um Anmeldung unter der Veranstaltungsnummer »xx-xx-xx« bis 13. </w:t>
      </w:r>
      <w:r>
        <w:rPr>
          <w:color w:val="706F6F"/>
        </w:rPr>
        <w:t>November</w:t>
      </w:r>
      <w:r>
        <w:rPr>
          <w:color w:val="706F6F"/>
        </w:rPr>
        <w:t xml:space="preserve"> 2018: Interne</w:t>
      </w:r>
      <w:hyperlink r:id="rId5">
        <w:r>
          <w:rPr>
            <w:color w:val="706F6F"/>
          </w:rPr>
          <w:t xml:space="preserve">t: www.kjf-akademie.de </w:t>
        </w:r>
      </w:hyperlink>
      <w:r>
        <w:rPr>
          <w:color w:val="706F6F"/>
        </w:rPr>
        <w:t>/ Telefon: 0821 3100-211</w:t>
      </w:r>
    </w:p>
    <w:sectPr w:rsidR="00072DA3">
      <w:type w:val="continuous"/>
      <w:pgSz w:w="11910" w:h="16840"/>
      <w:pgMar w:top="1580" w:right="16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72DA3"/>
    <w:rsid w:val="00072DA3"/>
    <w:rsid w:val="00FB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alibri Light" w:eastAsia="Calibri Light" w:hAnsi="Calibri Light" w:cs="Calibri Light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spacing w:line="484" w:lineRule="exact"/>
      <w:ind w:left="117"/>
      <w:outlineLvl w:val="0"/>
    </w:pPr>
    <w:rPr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jf-akademie.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6396559B</Template>
  <TotalTime>0</TotalTime>
  <Pages>1</Pages>
  <Words>50</Words>
  <Characters>319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,</cp:lastModifiedBy>
  <cp:revision>2</cp:revision>
  <dcterms:created xsi:type="dcterms:W3CDTF">2018-04-30T12:08:00Z</dcterms:created>
  <dcterms:modified xsi:type="dcterms:W3CDTF">2018-05-04T10:36:00Z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2018-04-30T00:00:00Z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2018-04-30T00:00:00Z</vt:filetime>
  </property>
</Properties>
</file>